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r>
        <w:rPr>
          <w:noProof/>
          <w:lang w:val="en-GB" w:eastAsia="en-GB"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val="en-GB" w:eastAsia="en-GB"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A1C4"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FI</w:t>
                      </w:r>
                    </w:p>
                  </w:txbxContent>
                </v:textbox>
                <w10:wrap anchorx="page" anchory="page"/>
              </v:shape>
            </w:pict>
          </mc:Fallback>
        </mc:AlternateContent>
      </w:r>
    </w:p>
    <w:p w:rsidR="007D1F4E" w:rsidRPr="00FA6E4E" w:rsidRDefault="00C87E7D" w:rsidP="00FA6E4E">
      <w:pPr>
        <w:pStyle w:val="Heading110"/>
        <w:keepNext/>
        <w:keepLines/>
        <w:shd w:val="clear" w:color="auto" w:fill="auto"/>
        <w:ind w:right="200"/>
      </w:pPr>
      <w:r>
        <w:t>Ilmastotoimien simulointi: Kehitysmaat</w:t>
      </w:r>
      <w:bookmarkEnd w:id="0"/>
    </w:p>
    <w:p w:rsidR="007D1F4E" w:rsidRPr="00FA6E4E" w:rsidRDefault="00A21B44" w:rsidP="00FA6E4E">
      <w:pPr>
        <w:pStyle w:val="Bodytext30"/>
        <w:shd w:val="clear" w:color="auto" w:fill="auto"/>
        <w:tabs>
          <w:tab w:val="left" w:pos="994"/>
        </w:tabs>
        <w:spacing w:before="0" w:after="120"/>
        <w:ind w:left="400"/>
      </w:pPr>
      <w:r>
        <w:t>Vastaan</w:t>
      </w:r>
      <w:bookmarkStart w:id="1" w:name="_GoBack"/>
      <w:bookmarkEnd w:id="1"/>
      <w:r w:rsidR="00C87E7D">
        <w:t>ottaja:</w:t>
      </w:r>
      <w:r w:rsidR="00C87E7D">
        <w:tab/>
        <w:t>Kehittyvien maiden pääneuvottelijat</w:t>
      </w:r>
    </w:p>
    <w:p w:rsidR="007D1F4E" w:rsidRPr="00FA6E4E" w:rsidRDefault="00C87E7D" w:rsidP="00FA6E4E">
      <w:pPr>
        <w:pStyle w:val="Bodytext20"/>
        <w:shd w:val="clear" w:color="auto" w:fill="auto"/>
        <w:ind w:left="3828" w:firstLine="0"/>
        <w:jc w:val="both"/>
      </w:pPr>
      <w:r>
        <w:t>(Yli 100 valtiota: Kaakkois-Aasia, useimmat Keski- ja Etelä-Amerikan valtiot, useimmat Afrikan valtiot, pienet saarivaltiot ja suuri osa Lähi-idästä)</w:t>
      </w:r>
    </w:p>
    <w:p w:rsidR="007D1F4E" w:rsidRPr="00FA6E4E" w:rsidRDefault="00C87E7D" w:rsidP="00FA6E4E">
      <w:pPr>
        <w:pStyle w:val="Bodytext30"/>
        <w:shd w:val="clear" w:color="auto" w:fill="auto"/>
        <w:tabs>
          <w:tab w:val="left" w:pos="994"/>
        </w:tabs>
        <w:spacing w:before="0" w:after="120"/>
        <w:ind w:left="400"/>
      </w:pPr>
      <w:r>
        <w:t xml:space="preserve">Aihe: </w:t>
      </w:r>
      <w:r>
        <w:tab/>
        <w:t>Ilmastohuippukokouksen valmistelu</w:t>
      </w:r>
    </w:p>
    <w:p w:rsidR="0063415F" w:rsidRDefault="0063415F" w:rsidP="00FA6E4E">
      <w:pPr>
        <w:pStyle w:val="Bodytext20"/>
        <w:shd w:val="clear" w:color="auto" w:fill="auto"/>
        <w:ind w:firstLine="0"/>
        <w:jc w:val="both"/>
      </w:pPr>
      <w:r>
        <w:t xml:space="preserve">Tervetuloa ilmastohuippukokoukseen. YK:n pääsihteeri on kutsunut teidät ja kaikkien asiaankuuluvien sidosryhmien johtajat tekemään yhteistyötä ilmastonmuutoksen torjumiseksi. Kutsussa pääsihteeri </w:t>
      </w:r>
      <w:r>
        <w:rPr>
          <w:color w:val="0000FF"/>
          <w:u w:val="single"/>
        </w:rPr>
        <w:t>totesi</w:t>
      </w:r>
      <w:r>
        <w:t xml:space="preserve"> seuraavaa: ”Ilmastokriisi on kilpajuoksu, jonka olemme häviämässä mutta jonka voimme vielä voittaa (...). Parhaan saatavilla olevan tieteellisen tietämyksen mukaan (...) yli 1,5 celsiusasteen lämpötilan nousu vahingoittaa merkittävästi ja peruuttamattomasti ekosysteemejä, joista olemme riippuvaisia (...). Tiede kertoo kuitenkin myös, ettei vielä ole liian myöhäistä. Voimme voittaa tämän kilpajuoksun (...). Se edellyttää kuitenkin perustavanlaatuisia muutoksia yhteiskunnan kaikilla osa-alueilla – siinä, miten kasvatamme elintarvikkeita ja käytämme maata, mitä polttoaineita käytämme liikenteessä ja miten tuotamme sähköä talouksillemme (...). Toimimalla yhdessä emme jätä ketään jälkeen.”</w:t>
      </w:r>
    </w:p>
    <w:p w:rsidR="007D1F4E" w:rsidRPr="00FA6E4E" w:rsidRDefault="0063415F" w:rsidP="00FA6E4E">
      <w:pPr>
        <w:pStyle w:val="Bodytext20"/>
        <w:shd w:val="clear" w:color="auto" w:fill="auto"/>
        <w:ind w:firstLine="0"/>
        <w:jc w:val="both"/>
      </w:pPr>
      <w:r>
        <w:t xml:space="preserve">Huippukokouksen tavoitteena on luoda suunnitelma maapallon lämpenemisen rajoittamiseksi alle 2 celsiusasteeseen (3,6° F) esiteolliseen aikaan verrattuna ja pyrkiä 1,5 celsiusasteeseen (2,7° F). Nämä ovat Pariisin ilmastosopimuksessa virallisesti tunnustetut kansainväliset tavoitteet. </w:t>
      </w:r>
      <w:r>
        <w:rPr>
          <w:color w:val="0000FF"/>
          <w:u w:val="single"/>
        </w:rPr>
        <w:t>Tieteellinen näyttö</w:t>
      </w:r>
      <w:r>
        <w:t xml:space="preserve"> on selvä: tämän rajan ylittävä lämpeneminen aiheuttaa katastrofaalisia ja peruuttamattomia vaikutuksia, jotka uhkaavat ihmisten terveyttä, hyvinvointia ja elämää kaikissa valtioissa.</w:t>
      </w:r>
    </w:p>
    <w:p w:rsidR="007D1F4E" w:rsidRPr="00FA6E4E" w:rsidRDefault="00C87E7D" w:rsidP="00FA6E4E">
      <w:pPr>
        <w:pStyle w:val="Bodytext20"/>
        <w:shd w:val="clear" w:color="auto" w:fill="auto"/>
        <w:ind w:firstLine="0"/>
        <w:jc w:val="both"/>
      </w:pPr>
      <w:r>
        <w:t>Edustatte maailman vähiten kehittyneitä maita. Maidenne yhteenlaskettu väkiluku on noin 2,9 miljardia, mikä on noin 38 prosenttia maailman 7,7 miljardista ihmisestä, ja se kasvaa nopeasti. Maanne tuottavat kuitenkin yhdessä vain noin 16 prosenttia maailman taloudellisesta tuotoksesta, ja niiden BKT (bruttokansantuote) henkeä kohti on pienempi kuin kehittyneiden maiden ja niissä on paljon enemmän köyhyyttä.</w:t>
      </w:r>
    </w:p>
    <w:p w:rsidR="007D1F4E" w:rsidRPr="00FA6E4E" w:rsidRDefault="00C87E7D" w:rsidP="00FA6E4E">
      <w:pPr>
        <w:pStyle w:val="Bodytext20"/>
        <w:shd w:val="clear" w:color="auto" w:fill="auto"/>
        <w:spacing w:line="244" w:lineRule="exact"/>
        <w:ind w:left="400"/>
        <w:jc w:val="both"/>
      </w:pPr>
      <w:r>
        <w:t>Seuraavassa luetellaan ryhmänne toimintapoliittiset painopisteet. Voitte kuitenkin ehdottaa mitä tahansa käytettävissä olevaa toimintapolitiikkaa tai estää sen.</w:t>
      </w:r>
    </w:p>
    <w:p w:rsidR="007D1F4E" w:rsidRPr="00FA6E4E" w:rsidRDefault="00C87E7D" w:rsidP="00FA6E4E">
      <w:pPr>
        <w:pStyle w:val="Bodytext30"/>
        <w:numPr>
          <w:ilvl w:val="0"/>
          <w:numId w:val="1"/>
        </w:numPr>
        <w:shd w:val="clear" w:color="auto" w:fill="auto"/>
        <w:tabs>
          <w:tab w:val="left" w:pos="362"/>
        </w:tabs>
        <w:spacing w:before="0" w:after="120"/>
        <w:ind w:left="400"/>
      </w:pPr>
      <w:r>
        <w:t>Tuetaan uusiutuvaa energiaa (esim. aurinko- ja tuulienergia, maalämpö, vesivoima ja energian varastointi).</w:t>
      </w:r>
    </w:p>
    <w:p w:rsidR="007D1F4E" w:rsidRPr="00FA6E4E" w:rsidRDefault="00C87E7D" w:rsidP="00FA6E4E">
      <w:pPr>
        <w:pStyle w:val="Bodytext20"/>
        <w:shd w:val="clear" w:color="auto" w:fill="auto"/>
        <w:ind w:left="400" w:firstLine="0"/>
        <w:jc w:val="both"/>
      </w:pPr>
      <w:r>
        <w:rPr>
          <w:rStyle w:val="Bodytext23"/>
        </w:rPr>
        <w:t>Uusiutuvan energian toimiala kasvaa nopeasti, mutta sen osuus maailman energiahuollosta on edelleen alle 5 prosenttia. Tukien avulla nämä toimialat voivat kasvaa ja luoda työpaikkoja maissanne (jos pystytte parantamaan tuuli-, aurinko- ja akkuteknologiaa nopeammin kuin kehittyneet maat). Energian varastointi (esimerkiksi akut, lämmön varastointi, vesipumppuvoimalaitokset) ja dynaaminen kuormituksen hallinta mahdollistavat vaihtelevien uusiutuvien energialähteiden, kuten tuuli- ja aurinkoenergian, liittämisen energiajärjestelmään ja samalla ympärivuorokautisen sähkötehon tuottamisen. Kehittyneiden ja nopeasti kehittyvien maiden, kuten Kiinan, maksamat uusiutuvien energialähteiden tuet tekisivät näistä energialähteistä ryhmänne maille paljon halvempia ja vauhdittaisivat talouskehitystä.</w:t>
      </w:r>
    </w:p>
    <w:p w:rsidR="007D1F4E" w:rsidRPr="00FA6E4E" w:rsidRDefault="00A067A5" w:rsidP="00FA6E4E">
      <w:pPr>
        <w:pStyle w:val="Bodytext30"/>
        <w:numPr>
          <w:ilvl w:val="0"/>
          <w:numId w:val="1"/>
        </w:numPr>
        <w:shd w:val="clear" w:color="auto" w:fill="auto"/>
        <w:tabs>
          <w:tab w:val="left" w:pos="362"/>
        </w:tabs>
        <w:spacing w:before="0" w:after="120"/>
        <w:ind w:left="400"/>
        <w:rPr>
          <w:b w:val="0"/>
        </w:rPr>
      </w:pPr>
      <w:r>
        <w:t xml:space="preserve">Vähennetään metaanin, </w:t>
      </w:r>
      <w:proofErr w:type="spellStart"/>
      <w:r>
        <w:t>dityppioksidin</w:t>
      </w:r>
      <w:proofErr w:type="spellEnd"/>
      <w:r>
        <w:t xml:space="preserve"> ja muiden kasvihuonekaasujen päästöjä.</w:t>
      </w:r>
      <w:r>
        <w:rPr>
          <w:b w:val="0"/>
        </w:rPr>
        <w:t xml:space="preserve"> Hiilidioksidi on merkittävin kasvihuonekaasu, mutta muut kaasut aiheuttavat noin neljäsosan ilmaston lämpenemisestä. Näitä ovat muun muassa metaani (CH</w:t>
      </w:r>
      <w:r>
        <w:rPr>
          <w:b w:val="0"/>
          <w:vertAlign w:val="subscript"/>
        </w:rPr>
        <w:t>4</w:t>
      </w:r>
      <w:r>
        <w:rPr>
          <w:b w:val="0"/>
        </w:rPr>
        <w:t xml:space="preserve">), </w:t>
      </w:r>
      <w:proofErr w:type="spellStart"/>
      <w:r>
        <w:rPr>
          <w:b w:val="0"/>
        </w:rPr>
        <w:t>dityppioksidi</w:t>
      </w:r>
      <w:proofErr w:type="spellEnd"/>
      <w:r>
        <w:rPr>
          <w:b w:val="0"/>
        </w:rPr>
        <w:t xml:space="preserve"> (N</w:t>
      </w:r>
      <w:r>
        <w:rPr>
          <w:b w:val="0"/>
          <w:vertAlign w:val="subscript"/>
        </w:rPr>
        <w:t>2</w:t>
      </w:r>
      <w:r>
        <w:rPr>
          <w:b w:val="0"/>
        </w:rPr>
        <w:t xml:space="preserve">O) sekä monet erilaiset kloorifluorihiilivedyt ja muut fluoratut yhdisteet (niin kutsutut F-kaasut). Monet muista kuin hiilidioksidikaasuista aiheuttavat, molekyyli molekyyliltä, seuraavien sadan vuoden aikana kymmeniä, satoja tai jopa tuhansia kertoja enemmän ilmaston lämpenemistä kuin hiilidioksidi. Vaikka niiden pitoisuudet ovat alhaiset, ne kasvavat nopeasti. Suurin osa päästöistä syntyy </w:t>
      </w:r>
      <w:r>
        <w:rPr>
          <w:b w:val="0"/>
        </w:rPr>
        <w:lastRenderedPageBreak/>
        <w:t>kehittyneissä maissa ja maailman nopeasti kehittyvissä talouksissa.</w:t>
      </w:r>
    </w:p>
    <w:p w:rsidR="007D1F4E" w:rsidRPr="00FA6E4E" w:rsidRDefault="00A067A5" w:rsidP="00FA6E4E">
      <w:pPr>
        <w:pStyle w:val="Bodytext30"/>
        <w:numPr>
          <w:ilvl w:val="0"/>
          <w:numId w:val="1"/>
        </w:numPr>
        <w:shd w:val="clear" w:color="auto" w:fill="auto"/>
        <w:tabs>
          <w:tab w:val="left" w:pos="362"/>
        </w:tabs>
        <w:spacing w:before="0" w:after="120"/>
        <w:ind w:left="400"/>
      </w:pPr>
      <w:r>
        <w:t>Vähennetään metsäkatoa.</w:t>
      </w:r>
      <w:r>
        <w:rPr>
          <w:b w:val="0"/>
        </w:rPr>
        <w:t xml:space="preserve"> Metsäkadon osuus maailmanlaajuisista kasvihuonekaasupäästöistä on tällä hetkellä noin 15 prosenttia. Suuri osa metsäkadosta tapahtuu maidenne trooppisissa metsissä, kuten Amazonin alueella, Etelä- ja Kaakkois-Aasiassa ja Afrikassa. Metsiä suojelemalla voidaan vähentää näitä päästöjä ja samalla säilyttää luonnon monimuotoisuus ja suojella vesivaroja. Metsäkadon rajoittaminen vähentää kuitenkin myös mahdollisuuksia käyttää maata hakkuisiin, elintarvikkeiden tuotantoon, bioenergiaan ja muihin merkittäviin käyttötarkoituksiin.</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Harkitaan metsitystä. </w:t>
      </w:r>
      <w:r>
        <w:t>Metsitys tarkoittaa uusien metsien kasvua maalla, jolla ei ole puita; joskus kyseessä on maa, josta metsät on aiemmin hävitetty tai joka on huonontunut. Jos metsitys toteutetaan laajamittaisesti, siinä saatetaan käyttää viljelykasvien viljelyyn tai kotieläintuotantoon tarvittavaa maata, mikä nostaisi elintarvikkeiden hintoja. Pohtikaa, kuinka paljon maata teidän ja muiden ryhmien ehdottamat metsitystoimet edellyttäisivät.</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Harkitaan kivihiilen verottamista. </w:t>
      </w:r>
      <w:r>
        <w:t>Monissa maistanne rakennetaan uusia kivihiilikaivoksia ja voimalaitoksia, vaikka kivihiili on hiili-intensiivisin polttoaine ja aiheuttaa suuren osan ilmansaasteista, jotka nykyisin vahingoittavat miljoonia maidenne kansalaisia. Kivihiilen verotus, sääntely tai jopa sen käytön asteittainen lopettaminen voisi vähentää päästöjä nopeasti, vähentää vaarallista ilman pilaantumista ja parantaa kansanterveyttä.</w:t>
      </w:r>
    </w:p>
    <w:p w:rsidR="007D1F4E" w:rsidRPr="00FA6E4E" w:rsidRDefault="00E65821" w:rsidP="00FA6E4E">
      <w:pPr>
        <w:pStyle w:val="Bodytext20"/>
        <w:numPr>
          <w:ilvl w:val="0"/>
          <w:numId w:val="1"/>
        </w:numPr>
        <w:shd w:val="clear" w:color="auto" w:fill="auto"/>
        <w:tabs>
          <w:tab w:val="left" w:pos="362"/>
        </w:tabs>
        <w:ind w:left="400"/>
        <w:jc w:val="both"/>
      </w:pPr>
      <w:r>
        <w:rPr>
          <w:b/>
        </w:rPr>
        <w:t>Harkitaan hiilidioksidipäästöjen hinnoittelua.</w:t>
      </w:r>
      <w:r>
        <w:t xml:space="preserve"> Fossiiliset polttoaineet hallitsevat edelleen maailman energiajärjestelmää, ja niiden aiheuttamat hiilidioksidipäästöt ovat ylivoimaisesti merkittävin ilmastonmuutosta edistävä tekijä. Markkinahinnat eivät nykyisin sisällä fossiilisten polttoaineiden aiheuttamia sosiaalisia ja ympäristöhaittoja (niiden ”kielteisiä ulkoisvaikutuksia”). Mikä vielä pahempaa, hallitukset ympäri maailman – myös monissa ryhmänne maissa – tukevat fossiilisten polttoaineiden alaa 775–1 000 miljardilla Yhdysvaltain dollarilla vuodessa. Taloustieteilijät ovat yhtä mieltä siitä, että hiilen hinnoittelu on paras tapa vähentää maailmanlaajuisia kasvihuonekaasupäästöjä. Harkitkaa hiilipäästöille määrättävän maailmanlaajuisen hinnan tukemista, joka voitaisiin ehkä ottaa käyttöön ajan myötä asteittain, jotta teollisuudella ja kuluttajilla olisi aikaa sopeutua.</w:t>
      </w:r>
    </w:p>
    <w:p w:rsidR="007D1F4E" w:rsidRPr="00FA6E4E" w:rsidRDefault="00C87E7D" w:rsidP="00FA6E4E">
      <w:pPr>
        <w:pStyle w:val="Bodytext20"/>
        <w:shd w:val="clear" w:color="auto" w:fill="auto"/>
        <w:ind w:left="400" w:firstLine="0"/>
        <w:jc w:val="both"/>
      </w:pPr>
      <w:r>
        <w:t>Tulot voitaisiin hyvittää suurelle yleisölle ja niiden avulla voitaisiin kompensoida muiden toimien kustannuksia. Vaikka hiilen hinnoittelu on otettu käyttöön muutamissa ryhmänne maissa, hinnat ovat paljon alhaisempia kuin monien taloustieteilijöiden suosittelema hinta, joka on vähintään 30–50 dollaria hiilidioksiditonnilta. Teillä ei kuitenkaan ole varaa edetä liian nopeasti: maidenne keskiluokat pyrkivät hankkimaan tuotteita ja palveluja, joita kehittyneissä maissa pidetään itsestäänselvyytenä – autoja, ilmastointilaitteita, lentomatkoja – kun taas maidenne köyhät kaipaavat luotettavia sähköntoimituksia, puhdasta vettä, elintarvikkeita, terveydenhuoltoa, kunnollisia asuntoja ja muita ihmisten perustarpeita – ja tuntevat kipeästi energiakustannuksien nousun.</w:t>
      </w:r>
    </w:p>
    <w:p w:rsidR="0033065F" w:rsidRDefault="0033065F" w:rsidP="00FA6E4E">
      <w:pPr>
        <w:pStyle w:val="Bodytext50"/>
        <w:shd w:val="clear" w:color="auto" w:fill="auto"/>
        <w:spacing w:before="0"/>
        <w:rPr>
          <w:lang w:val="en-GB"/>
        </w:rPr>
      </w:pPr>
    </w:p>
    <w:p w:rsidR="007D1F4E" w:rsidRPr="00FA6E4E" w:rsidRDefault="00C87E7D" w:rsidP="00FA6E4E">
      <w:pPr>
        <w:pStyle w:val="Bodytext50"/>
        <w:shd w:val="clear" w:color="auto" w:fill="auto"/>
        <w:spacing w:before="0"/>
      </w:pPr>
      <w:r>
        <w:t>Muita näkökohtia</w:t>
      </w:r>
    </w:p>
    <w:p w:rsidR="007D1F4E" w:rsidRPr="00FA6E4E" w:rsidRDefault="00C87E7D" w:rsidP="00FA6E4E">
      <w:pPr>
        <w:pStyle w:val="Bodytext20"/>
        <w:shd w:val="clear" w:color="auto" w:fill="auto"/>
        <w:ind w:firstLine="0"/>
        <w:jc w:val="both"/>
      </w:pPr>
      <w:r>
        <w:t>Monet maidenne kansalaisista eivät saa sähköä tai luotettavaa, edullista energiaa. Ryhmänne maat vastaavat nykyisin vain noin 24 prosentista maailman kasvihuonekaasupäästöistä, ja päästöt henkeä kohti ovat paljon pienemmät kuin kehittyneissä maissa tai jopa Kiinassa. Fossiilisten polttoaineiden käyttö kasvaa kuitenkin maissanne nopeasti talouksien kehittyessä. Kehittyneet maat ovat tuottaneet suurimman osan ilmastokriisin aiheuttaneista kumulatiivisista kasvihuonekaasupäästöistä, mutta maidenne kansalaiset kärsivät eniten ilmastonmuutoksesta ja heillä on vähiten kykyä sopeutua siihen. Katsotte, että kehittyneillä mailla on moraalinen vastuu vähentää päästöjään ja että ilmastonmuutoksen torjuntaan tähtääviä toimia ei voida sallia, jos ne hidastavat maidenne taloudellista kehitystä ja mahdollisuuksia tarjota ihmisille elintarvikkeita, työpaikkoja, asuntoja, koulutusta, terveydenhuoltoa ja muita perustarpeita, joita kehittyneissä maissa pidetään itsestäänselvinä.</w:t>
      </w:r>
    </w:p>
    <w:p w:rsidR="007D1F4E" w:rsidRPr="00FA6E4E" w:rsidRDefault="00C87E7D" w:rsidP="00FA6E4E">
      <w:pPr>
        <w:pStyle w:val="Bodytext20"/>
        <w:shd w:val="clear" w:color="auto" w:fill="auto"/>
        <w:ind w:firstLine="0"/>
        <w:jc w:val="both"/>
      </w:pPr>
      <w:r>
        <w:lastRenderedPageBreak/>
        <w:t>Samalla ilmastonmuutos aiheuttaa vakavia riskejä hyvinvoinnille, terveydelle ja elämälle maissanne. Fossiilisten polttoaineiden aiheuttama ilman pilaantuminen aiheuttaa maissanne joka vuosi miljoonia ennenaikaisia kuolemia. Merenpinnan nousu, äärimmäisen sääilmiöt, kuivuus, satojen pieneneminen ja muut ilmastonmuutoksen aiheuttamat haitat lisäävät konflikteja ja muuttoliikettä, heikentävät maidenne hallitusten legitiimiyttä ja vaarantavat pienten saarivaltioiden koko olemassaolon. Maillanne on mahdollisuus hypätä fossiilisiin polttoaineisiin perustuvan energiajärjestelmän yli suoraan puhtaaseen, tehokkaaseen ja uusiutuvaan energiajärjestelmään, aivan kuten moni niistä hyppäsi kiinteän puhelinverkon yli suoraan matkapuhelimiin. Energiatehokkuus sekä tuuli- ja aurinkovoiman kaltaiset uusiutuvat energiamuodot ovat usein kannattavia, luovat työpaikkoja sekä taloudellisia mahdollisuuksia ja parantavat kansanterveyttä.</w:t>
      </w:r>
    </w:p>
    <w:p w:rsidR="00F367C3" w:rsidRPr="00FA6E4E" w:rsidRDefault="00F367C3" w:rsidP="00FA6E4E">
      <w:pPr>
        <w:spacing w:after="120"/>
        <w:jc w:val="center"/>
      </w:pPr>
      <w:r>
        <w:t>_____________</w:t>
      </w:r>
    </w:p>
    <w:p w:rsidR="00F367C3" w:rsidRPr="00F367C3" w:rsidRDefault="00F367C3">
      <w:pPr>
        <w:pStyle w:val="Bodytext20"/>
        <w:shd w:val="clear" w:color="auto" w:fill="auto"/>
        <w:ind w:firstLine="0"/>
        <w:jc w:val="both"/>
        <w:rPr>
          <w:lang w:val="en-GB"/>
        </w:rPr>
      </w:pPr>
    </w:p>
    <w:sectPr w:rsidR="00F367C3" w:rsidRPr="00F367C3" w:rsidSect="00672714">
      <w:footerReference w:type="default" r:id="rId8"/>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714" w:rsidRPr="00672714" w:rsidRDefault="00672714" w:rsidP="00672714">
    <w:pPr>
      <w:pStyle w:val="Footer"/>
      <w:rPr>
        <w:i/>
        <w:sz w:val="20"/>
        <w:szCs w:val="20"/>
      </w:rPr>
    </w:pPr>
    <w:r w:rsidRPr="00672714">
      <w:rPr>
        <w:i/>
        <w:sz w:val="20"/>
        <w:szCs w:val="20"/>
      </w:rPr>
      <w:t xml:space="preserve">Laatijat: </w:t>
    </w:r>
    <w:proofErr w:type="spellStart"/>
    <w:r w:rsidRPr="00672714">
      <w:rPr>
        <w:i/>
        <w:sz w:val="20"/>
        <w:szCs w:val="20"/>
      </w:rPr>
      <w:t>Climate</w:t>
    </w:r>
    <w:proofErr w:type="spellEnd"/>
    <w:r w:rsidRPr="00672714">
      <w:rPr>
        <w:i/>
        <w:sz w:val="20"/>
        <w:szCs w:val="20"/>
      </w:rPr>
      <w:t xml:space="preserve"> Interactive, MIT </w:t>
    </w:r>
    <w:proofErr w:type="spellStart"/>
    <w:r w:rsidRPr="00672714">
      <w:rPr>
        <w:i/>
        <w:sz w:val="20"/>
        <w:szCs w:val="20"/>
      </w:rPr>
      <w:t>Sloan</w:t>
    </w:r>
    <w:proofErr w:type="spellEnd"/>
    <w:r w:rsidRPr="00672714">
      <w:rPr>
        <w:i/>
        <w:sz w:val="20"/>
        <w:szCs w:val="20"/>
      </w:rPr>
      <w:t xml:space="preserve"> School of Management Sustainability Initiative, ESB Business School ja </w:t>
    </w:r>
    <w:proofErr w:type="spellStart"/>
    <w:r w:rsidRPr="00672714">
      <w:rPr>
        <w:i/>
        <w:sz w:val="20"/>
        <w:szCs w:val="20"/>
      </w:rPr>
      <w:t>UMass</w:t>
    </w:r>
    <w:proofErr w:type="spellEnd"/>
    <w:r w:rsidRPr="00672714">
      <w:rPr>
        <w:i/>
        <w:sz w:val="20"/>
        <w:szCs w:val="20"/>
      </w:rPr>
      <w:t xml:space="preserve"> </w:t>
    </w:r>
    <w:proofErr w:type="spellStart"/>
    <w:r w:rsidRPr="00672714">
      <w:rPr>
        <w:i/>
        <w:sz w:val="20"/>
        <w:szCs w:val="20"/>
      </w:rPr>
      <w:t>Lowell</w:t>
    </w:r>
    <w:proofErr w:type="spellEnd"/>
    <w:r w:rsidRPr="00672714">
      <w:rPr>
        <w:i/>
        <w:sz w:val="20"/>
        <w:szCs w:val="20"/>
      </w:rPr>
      <w:t xml:space="preserve"> </w:t>
    </w:r>
    <w:proofErr w:type="spellStart"/>
    <w:r w:rsidRPr="00672714">
      <w:rPr>
        <w:i/>
        <w:sz w:val="20"/>
        <w:szCs w:val="20"/>
      </w:rPr>
      <w:t>Climate</w:t>
    </w:r>
    <w:proofErr w:type="spellEnd"/>
    <w:r w:rsidRPr="00672714">
      <w:rPr>
        <w:i/>
        <w:sz w:val="20"/>
        <w:szCs w:val="20"/>
      </w:rPr>
      <w:t xml:space="preserve"> </w:t>
    </w:r>
    <w:proofErr w:type="spellStart"/>
    <w:r w:rsidRPr="00672714">
      <w:rPr>
        <w:i/>
        <w:sz w:val="20"/>
        <w:szCs w:val="20"/>
      </w:rPr>
      <w:t>Change</w:t>
    </w:r>
    <w:proofErr w:type="spellEnd"/>
    <w:r w:rsidRPr="00672714">
      <w:rPr>
        <w:i/>
        <w:sz w:val="20"/>
        <w:szCs w:val="20"/>
      </w:rPr>
      <w:t xml:space="preserve"> Initiative. Päivitetty viimeksi syyskuussa 2019. www.climateinteractive.org </w:t>
    </w:r>
  </w:p>
  <w:p w:rsidR="00F367C3" w:rsidRPr="00FA6E4E" w:rsidRDefault="00672714" w:rsidP="00672714">
    <w:pPr>
      <w:pStyle w:val="Footer"/>
    </w:pPr>
    <w:r>
      <w:t>Käännetty ja tarkastettu komitean ulkopuolella.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0C3282"/>
    <w:rsid w:val="00114C61"/>
    <w:rsid w:val="0033065F"/>
    <w:rsid w:val="00345F9F"/>
    <w:rsid w:val="00363BF1"/>
    <w:rsid w:val="003A2E5D"/>
    <w:rsid w:val="003F232F"/>
    <w:rsid w:val="00486689"/>
    <w:rsid w:val="005F7717"/>
    <w:rsid w:val="0063415F"/>
    <w:rsid w:val="00672714"/>
    <w:rsid w:val="006C020C"/>
    <w:rsid w:val="007120A5"/>
    <w:rsid w:val="00791C4B"/>
    <w:rsid w:val="007A17D4"/>
    <w:rsid w:val="007A2EE5"/>
    <w:rsid w:val="007D1F4E"/>
    <w:rsid w:val="008C0530"/>
    <w:rsid w:val="008C1937"/>
    <w:rsid w:val="00905CB5"/>
    <w:rsid w:val="009163DF"/>
    <w:rsid w:val="009F352F"/>
    <w:rsid w:val="00A067A5"/>
    <w:rsid w:val="00A17A2C"/>
    <w:rsid w:val="00A21B44"/>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8B5D4"/>
  <w15:docId w15:val="{3ECDCEF1-07FC-4343-9E63-121F69B68F4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i-FI"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fi-FI"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fi-FI"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fi-FI"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fi-FI"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fi-FI"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fi-FI"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fi-FI"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spacing w:line="288" w:lineRule="auto"/>
      <w:jc w:val="both"/>
    </w:pPr>
    <w:rPr>
      <w:sz w:val="22"/>
    </w:rPr>
  </w:style>
  <w:style w:type="character" w:customStyle="1" w:styleId="HeaderChar">
    <w:name w:val="Header Char"/>
    <w:basedOn w:val="DefaultParagraphFont"/>
    <w:link w:val="Header"/>
    <w:uiPriority w:val="99"/>
    <w:rsid w:val="00F367C3"/>
    <w:rPr>
      <w:color w:val="000000"/>
      <w:sz w:val="22"/>
    </w:rPr>
  </w:style>
  <w:style w:type="paragraph" w:styleId="Footer">
    <w:name w:val="footer"/>
    <w:basedOn w:val="Normal"/>
    <w:link w:val="FooterChar"/>
    <w:uiPriority w:val="99"/>
    <w:unhideWhenUsed/>
    <w:rsid w:val="00F367C3"/>
    <w:pPr>
      <w:spacing w:line="288" w:lineRule="auto"/>
      <w:jc w:val="both"/>
    </w:pPr>
    <w:rPr>
      <w:sz w:val="22"/>
    </w:rPr>
  </w:style>
  <w:style w:type="character" w:customStyle="1" w:styleId="FooterChar">
    <w:name w:val="Footer Char"/>
    <w:basedOn w:val="DefaultParagraphFont"/>
    <w:link w:val="Footer"/>
    <w:uiPriority w:val="99"/>
    <w:rsid w:val="00F367C3"/>
    <w:rPr>
      <w:color w:val="000000"/>
      <w:sz w:val="22"/>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CTJJHAUHWN5E-644613129-2648</_dlc_DocId>
    <_dlc_DocIdUrl xmlns="bfc960a6-20da-4c94-8684-71380fca093b">
      <Url>http://dm2016/eesc/2019/_layouts/15/DocIdRedir.aspx?ID=CTJJHAUHWN5E-644613129-2648</Url>
      <Description>CTJJHAUHWN5E-644613129-2648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152</Value>
      <Value>64</Value>
      <Value>63</Value>
      <Value>25</Value>
      <Value>246</Value>
      <Value>62</Value>
      <Value>21</Value>
      <Value>55</Value>
      <Value>17</Value>
      <Value>16</Value>
      <Value>52</Value>
      <Value>162</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334493-37B2-4B33-8E7D-7752EEE30781}"/>
</file>

<file path=customXml/itemProps2.xml><?xml version="1.0" encoding="utf-8"?>
<ds:datastoreItem xmlns:ds="http://schemas.openxmlformats.org/officeDocument/2006/customXml" ds:itemID="{2C184281-AD69-4579-9C46-7E8702FB92E3}"/>
</file>

<file path=customXml/itemProps3.xml><?xml version="1.0" encoding="utf-8"?>
<ds:datastoreItem xmlns:ds="http://schemas.openxmlformats.org/officeDocument/2006/customXml" ds:itemID="{88028DD3-B0C5-4513-8854-1E3C7C211555}"/>
</file>

<file path=customXml/itemProps4.xml><?xml version="1.0" encoding="utf-8"?>
<ds:datastoreItem xmlns:ds="http://schemas.openxmlformats.org/officeDocument/2006/customXml" ds:itemID="{B0D03395-C673-4793-9184-47166C93278A}"/>
</file>

<file path=docProps/app.xml><?xml version="1.0" encoding="utf-8"?>
<Properties xmlns="http://schemas.openxmlformats.org/officeDocument/2006/extended-properties" xmlns:vt="http://schemas.openxmlformats.org/officeDocument/2006/docPropsVTypes">
  <Template>Styles</Template>
  <TotalTime>34</TotalTime>
  <Pages>3</Pages>
  <Words>1326</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Työasiakirjat - Ryhmä 6B - Kehitysmaat (II)</dc:title>
  <dc:subject>Tiedotusaineisto</dc:subject>
  <cp:keywords>EESC-2019-05163-06-00-INFO-TRA-EN</cp:keywords>
  <dc:description>Rapporteur:  - Original language: EN - Date of document: 09/12/2019 - Date of meeting:  - External documents:  - Administrator: MME LAHOUSSE Chloé</dc:description>
  <cp:lastModifiedBy>APaak</cp:lastModifiedBy>
  <cp:revision>26</cp:revision>
  <dcterms:created xsi:type="dcterms:W3CDTF">2019-11-15T11:00:00Z</dcterms:created>
  <dcterms:modified xsi:type="dcterms:W3CDTF">2019-12-09T13:15:00Z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674cd50f-837a-44bb-8eba-baba0e7bfe0a</vt:lpwstr>
  </property>
  <property fmtid="{D5CDD505-2E9C-101B-9397-08002B2CF9AE}" pid="9" name="AvailableTranslations">
    <vt:lpwstr>52;#DA|5d49c027-8956-412b-aa16-e85a0f96ad0e;#162;#TR|6e4ededd-04c4-4fa0-94e0-1028050302d5;#21;#IT|0774613c-01ed-4e5d-a25d-11d2388de825;#63;#MT|7df99101-6854-4a26-b53a-b88c0da02c26;#45;#NL|55c6556c-b4f4-441d-9acf-c498d4f838bd;#25;#SK|46d9fce0-ef79-4f71-b89b-cd6aa82426b8;#64;#PT|50ccc04a-eadd-42ae-a0cb-acaf45f812ba;#16;#PL|1e03da61-4678-4e07-b136-b5024ca9197b;#246;#ME|925b3da5-5ac0-4b3c-928c-6ef66a5c9b3c;#154;#SQ|5ac17240-8d11-45ec-9893-659b209d7a00;#55;#BG|1a1b3951-7821-4e6a-85f5-5673fc08bd2c;#62;#FI|87606a43-d45f-42d6-b8c9-e1a3457db5b7;#153;#SR|7f3a1d13-b985-4bfd-981e-afe31377edff;#17;#ES|e7a6b05b-ae16-40c8-add9-68b64b03aeba;#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TR|6e4ededd-04c4-4fa0-94e0-1028050302d5;IT|0774613c-01ed-4e5d-a25d-11d2388de825;MT|7df99101-6854-4a26-b53a-b88c0da02c26;NL|55c6556c-b4f4-441d-9acf-c498d4f838bd;ME|925b3da5-5ac0-4b3c-928c-6ef66a5c9b3c;SQ|5ac17240-8d11-45ec-9893-659b209d7a00;SR|7f3a1d13-b985-4bfd-981e-afe31377edff;ES|e7a6b05b-ae16-40c8-add9-68b64b03aeba;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MT|7df99101-6854-4a26-b53a-b88c0da02c26;#153;#SR|7f3a1d13-b985-4bfd-981e-afe31377edff;#246;#ME|925b3da5-5ac0-4b3c-928c-6ef66a5c9b3c;#21;#IT|0774613c-01ed-4e5d-a25d-11d2388de825;#152;#MK|34ce48bb-063e-4413-a932-50853dc71c5c;#17;#ES|e7a6b05b-ae16-40c8-add9-68b64b03aeba;#52;#DA|5d49c027-8956-412b-aa16-e85a0f96ad0e;#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62;#FI|87606a43-d45f-42d6-b8c9-e1a3457db5b7</vt:lpwstr>
  </property>
</Properties>
</file>